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CE785" w14:textId="568B7F90" w:rsidR="009B5AFD" w:rsidRDefault="009B5AFD" w:rsidP="00B67069">
      <w:pPr>
        <w:autoSpaceDE w:val="0"/>
        <w:autoSpaceDN w:val="0"/>
        <w:jc w:val="left"/>
        <w:rPr>
          <w:rFonts w:hAnsi="ＭＳ 明朝" w:cs="ＭＳ ゴシック"/>
          <w:color w:val="000000"/>
          <w:kern w:val="0"/>
          <w:szCs w:val="24"/>
        </w:rPr>
      </w:pPr>
    </w:p>
    <w:p w14:paraId="1ABA8D78" w14:textId="77777777" w:rsidR="004325C9" w:rsidRDefault="004325C9" w:rsidP="00B67069">
      <w:pPr>
        <w:autoSpaceDE w:val="0"/>
        <w:autoSpaceDN w:val="0"/>
        <w:ind w:rightChars="100" w:right="251"/>
        <w:jc w:val="right"/>
        <w:rPr>
          <w:szCs w:val="21"/>
        </w:rPr>
      </w:pPr>
      <w:r>
        <w:rPr>
          <w:rFonts w:hAnsi="ＭＳ 明朝" w:hint="eastAsia"/>
          <w:szCs w:val="21"/>
        </w:rPr>
        <w:t xml:space="preserve">　　年　　月　　日</w:t>
      </w:r>
    </w:p>
    <w:p w14:paraId="01D1F842" w14:textId="77777777" w:rsidR="004325C9" w:rsidRDefault="004325C9" w:rsidP="00B67069">
      <w:pPr>
        <w:autoSpaceDE w:val="0"/>
        <w:autoSpaceDN w:val="0"/>
        <w:jc w:val="center"/>
        <w:rPr>
          <w:szCs w:val="21"/>
        </w:rPr>
      </w:pPr>
      <w:r>
        <w:rPr>
          <w:rFonts w:hAnsi="ＭＳ 明朝" w:cs="ＭＳ ゴシック" w:hint="eastAsia"/>
          <w:color w:val="000000"/>
          <w:spacing w:val="5"/>
          <w:kern w:val="0"/>
          <w:szCs w:val="21"/>
        </w:rPr>
        <w:t>地域集会所施設整備等補助金概算払</w:t>
      </w:r>
      <w:r>
        <w:rPr>
          <w:rFonts w:hAnsi="ＭＳ 明朝" w:hint="eastAsia"/>
          <w:szCs w:val="21"/>
        </w:rPr>
        <w:t>請求書</w:t>
      </w:r>
    </w:p>
    <w:p w14:paraId="6F2DB046" w14:textId="77777777" w:rsidR="004325C9" w:rsidRDefault="004325C9" w:rsidP="00B67069">
      <w:pPr>
        <w:autoSpaceDE w:val="0"/>
        <w:autoSpaceDN w:val="0"/>
        <w:ind w:leftChars="100" w:left="251" w:firstLineChars="100" w:firstLine="251"/>
        <w:rPr>
          <w:szCs w:val="21"/>
        </w:rPr>
      </w:pPr>
      <w:r>
        <w:rPr>
          <w:rFonts w:hAnsi="ＭＳ 明朝" w:hint="eastAsia"/>
          <w:szCs w:val="21"/>
        </w:rPr>
        <w:t xml:space="preserve">多治見市長　　</w:t>
      </w:r>
    </w:p>
    <w:p w14:paraId="46D06564" w14:textId="77777777" w:rsidR="004325C9" w:rsidRDefault="004325C9" w:rsidP="00B67069">
      <w:pPr>
        <w:autoSpaceDE w:val="0"/>
        <w:autoSpaceDN w:val="0"/>
        <w:adjustRightInd w:val="0"/>
        <w:snapToGrid w:val="0"/>
        <w:spacing w:line="220" w:lineRule="atLeast"/>
        <w:ind w:right="880" w:firstLineChars="2000" w:firstLine="5220"/>
        <w:rPr>
          <w:rFonts w:cs="ＭＳ ゴシック"/>
          <w:color w:val="000000"/>
          <w:spacing w:val="5"/>
          <w:kern w:val="0"/>
          <w:szCs w:val="21"/>
        </w:rPr>
      </w:pPr>
      <w:r>
        <w:rPr>
          <w:rFonts w:hAnsi="ＭＳ 明朝" w:cs="ＭＳ ゴシック" w:hint="eastAsia"/>
          <w:color w:val="000000"/>
          <w:spacing w:val="5"/>
          <w:kern w:val="0"/>
          <w:szCs w:val="21"/>
        </w:rPr>
        <w:t>補助事業者</w:t>
      </w:r>
    </w:p>
    <w:p w14:paraId="43CE96C1" w14:textId="77777777" w:rsidR="004325C9" w:rsidRDefault="004325C9" w:rsidP="00B67069">
      <w:pPr>
        <w:autoSpaceDE w:val="0"/>
        <w:autoSpaceDN w:val="0"/>
        <w:adjustRightInd w:val="0"/>
        <w:snapToGrid w:val="0"/>
        <w:spacing w:line="220" w:lineRule="atLeast"/>
        <w:rPr>
          <w:rFonts w:cs="ＭＳ ゴシック"/>
          <w:color w:val="000000"/>
          <w:spacing w:val="5"/>
          <w:kern w:val="0"/>
          <w:szCs w:val="21"/>
        </w:rPr>
      </w:pPr>
      <w:r>
        <w:rPr>
          <w:rFonts w:hAnsi="ＭＳ 明朝" w:cs="ＭＳ ゴシック" w:hint="eastAsia"/>
          <w:color w:val="000000"/>
          <w:spacing w:val="5"/>
          <w:kern w:val="0"/>
          <w:szCs w:val="21"/>
        </w:rPr>
        <w:t xml:space="preserve">　　　　　　　　　　　　　　　　　　　　　団体名</w:t>
      </w:r>
    </w:p>
    <w:p w14:paraId="677A3364" w14:textId="77777777" w:rsidR="004325C9" w:rsidRDefault="004325C9" w:rsidP="00B67069">
      <w:pPr>
        <w:autoSpaceDE w:val="0"/>
        <w:autoSpaceDN w:val="0"/>
        <w:adjustRightInd w:val="0"/>
        <w:snapToGrid w:val="0"/>
        <w:spacing w:line="220" w:lineRule="atLeast"/>
        <w:ind w:firstLineChars="2100" w:firstLine="5481"/>
        <w:rPr>
          <w:rFonts w:cs="ＭＳ ゴシック"/>
          <w:color w:val="000000"/>
          <w:spacing w:val="5"/>
          <w:kern w:val="0"/>
          <w:szCs w:val="21"/>
        </w:rPr>
      </w:pPr>
      <w:r>
        <w:rPr>
          <w:rFonts w:hAnsi="ＭＳ 明朝" w:cs="ＭＳ ゴシック" w:hint="eastAsia"/>
          <w:color w:val="000000"/>
          <w:spacing w:val="5"/>
          <w:kern w:val="0"/>
          <w:szCs w:val="21"/>
        </w:rPr>
        <w:t xml:space="preserve">代表者名　　　　　　　　　　　　　　</w:t>
      </w:r>
    </w:p>
    <w:p w14:paraId="561275E4" w14:textId="77777777" w:rsidR="004325C9" w:rsidRDefault="004325C9" w:rsidP="00B67069">
      <w:pPr>
        <w:autoSpaceDE w:val="0"/>
        <w:autoSpaceDN w:val="0"/>
        <w:adjustRightInd w:val="0"/>
        <w:snapToGrid w:val="0"/>
        <w:spacing w:line="220" w:lineRule="atLeast"/>
        <w:ind w:firstLineChars="2100" w:firstLine="5481"/>
        <w:rPr>
          <w:rFonts w:cs="ＭＳ ゴシック"/>
          <w:color w:val="000000"/>
          <w:spacing w:val="5"/>
          <w:kern w:val="0"/>
          <w:szCs w:val="21"/>
        </w:rPr>
      </w:pPr>
      <w:r>
        <w:rPr>
          <w:rFonts w:hAnsi="ＭＳ 明朝" w:cs="ＭＳ ゴシック" w:hint="eastAsia"/>
          <w:color w:val="000000"/>
          <w:spacing w:val="5"/>
          <w:kern w:val="0"/>
          <w:szCs w:val="21"/>
        </w:rPr>
        <w:t xml:space="preserve">住　　所　</w:t>
      </w:r>
    </w:p>
    <w:p w14:paraId="1D41A19E" w14:textId="77777777" w:rsidR="004325C9" w:rsidRDefault="004325C9" w:rsidP="00B67069">
      <w:pPr>
        <w:autoSpaceDE w:val="0"/>
        <w:autoSpaceDN w:val="0"/>
        <w:adjustRightInd w:val="0"/>
        <w:snapToGrid w:val="0"/>
        <w:spacing w:line="220" w:lineRule="atLeast"/>
        <w:rPr>
          <w:rFonts w:cs="ＭＳ ゴシック"/>
          <w:color w:val="000000"/>
          <w:spacing w:val="5"/>
          <w:kern w:val="0"/>
          <w:szCs w:val="21"/>
        </w:rPr>
      </w:pPr>
      <w:r>
        <w:rPr>
          <w:rFonts w:hAnsi="ＭＳ 明朝" w:cs="ＭＳ ゴシック" w:hint="eastAsia"/>
          <w:color w:val="000000"/>
          <w:spacing w:val="5"/>
          <w:kern w:val="0"/>
          <w:szCs w:val="21"/>
        </w:rPr>
        <w:t xml:space="preserve">　　　　　　　　　　　　　　　　　　　　　連絡先　　　　－　　　－</w:t>
      </w:r>
    </w:p>
    <w:p w14:paraId="79E1F28D" w14:textId="77777777" w:rsidR="004325C9" w:rsidRDefault="004325C9" w:rsidP="00B67069">
      <w:pPr>
        <w:autoSpaceDE w:val="0"/>
        <w:autoSpaceDN w:val="0"/>
        <w:rPr>
          <w:szCs w:val="21"/>
        </w:rPr>
      </w:pPr>
    </w:p>
    <w:p w14:paraId="6C23085A" w14:textId="77777777" w:rsidR="004325C9" w:rsidRDefault="004325C9" w:rsidP="00B67069">
      <w:pPr>
        <w:autoSpaceDE w:val="0"/>
        <w:autoSpaceDN w:val="0"/>
        <w:ind w:firstLineChars="100" w:firstLine="251"/>
        <w:rPr>
          <w:szCs w:val="21"/>
        </w:rPr>
      </w:pPr>
      <w:r>
        <w:rPr>
          <w:rFonts w:hAnsi="ＭＳ 明朝" w:hint="eastAsia"/>
          <w:szCs w:val="21"/>
        </w:rPr>
        <w:t xml:space="preserve">　　年　　月　　日付け　　　第　　　号で交付決定を受けた</w:t>
      </w:r>
      <w:r>
        <w:rPr>
          <w:rFonts w:hAnsi="ＭＳ 明朝" w:cs="ＭＳ ゴシック" w:hint="eastAsia"/>
          <w:color w:val="000000"/>
          <w:spacing w:val="5"/>
          <w:kern w:val="0"/>
          <w:szCs w:val="21"/>
        </w:rPr>
        <w:t>地域集会所施設整備等事業補助金について、工事が完成したため</w:t>
      </w:r>
      <w:r>
        <w:rPr>
          <w:rFonts w:hAnsi="ＭＳ 明朝" w:hint="eastAsia"/>
          <w:szCs w:val="21"/>
        </w:rPr>
        <w:t>、次のとおり概算払請求します。</w:t>
      </w:r>
    </w:p>
    <w:p w14:paraId="17044BB9" w14:textId="77777777" w:rsidR="004325C9" w:rsidRDefault="004325C9" w:rsidP="00B67069">
      <w:pPr>
        <w:autoSpaceDE w:val="0"/>
        <w:autoSpaceDN w:val="0"/>
        <w:rPr>
          <w:szCs w:val="21"/>
        </w:rPr>
      </w:pPr>
    </w:p>
    <w:p w14:paraId="1AD9C8C2" w14:textId="77777777" w:rsidR="004325C9" w:rsidRDefault="004325C9" w:rsidP="00B67069">
      <w:pPr>
        <w:autoSpaceDE w:val="0"/>
        <w:autoSpaceDN w:val="0"/>
        <w:jc w:val="center"/>
        <w:rPr>
          <w:szCs w:val="21"/>
          <w:u w:val="single"/>
        </w:rPr>
      </w:pPr>
      <w:r>
        <w:rPr>
          <w:rFonts w:hAnsi="ＭＳ 明朝" w:hint="eastAsia"/>
          <w:szCs w:val="21"/>
          <w:u w:val="single"/>
        </w:rPr>
        <w:t>請求金額　金　　　　　　　　　　　　　　　円也</w:t>
      </w:r>
    </w:p>
    <w:p w14:paraId="2FF77812" w14:textId="77777777" w:rsidR="004325C9" w:rsidRDefault="004325C9" w:rsidP="00B67069">
      <w:pPr>
        <w:autoSpaceDE w:val="0"/>
        <w:autoSpaceDN w:val="0"/>
        <w:rPr>
          <w:szCs w:val="21"/>
        </w:rPr>
      </w:pPr>
      <w:r>
        <w:rPr>
          <w:rFonts w:hAnsi="ＭＳ 明朝" w:hint="eastAsia"/>
          <w:szCs w:val="21"/>
        </w:rPr>
        <w:t>≪振込先≫</w:t>
      </w:r>
    </w:p>
    <w:tbl>
      <w:tblPr>
        <w:tblW w:w="9349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"/>
        <w:gridCol w:w="436"/>
        <w:gridCol w:w="1600"/>
        <w:gridCol w:w="1868"/>
        <w:gridCol w:w="602"/>
        <w:gridCol w:w="383"/>
        <w:gridCol w:w="344"/>
        <w:gridCol w:w="291"/>
        <w:gridCol w:w="292"/>
        <w:gridCol w:w="581"/>
        <w:gridCol w:w="342"/>
        <w:gridCol w:w="240"/>
        <w:gridCol w:w="291"/>
        <w:gridCol w:w="290"/>
        <w:gridCol w:w="291"/>
        <w:gridCol w:w="290"/>
        <w:gridCol w:w="291"/>
        <w:gridCol w:w="290"/>
        <w:gridCol w:w="6"/>
      </w:tblGrid>
      <w:tr w:rsidR="004325C9" w14:paraId="73E90932" w14:textId="77777777" w:rsidTr="004325C9">
        <w:trPr>
          <w:trHeight w:val="466"/>
        </w:trPr>
        <w:tc>
          <w:tcPr>
            <w:tcW w:w="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tbRlV"/>
            <w:hideMark/>
          </w:tcPr>
          <w:p w14:paraId="43C609DB" w14:textId="77777777" w:rsidR="004325C9" w:rsidRDefault="004325C9" w:rsidP="00B67069">
            <w:pPr>
              <w:autoSpaceDE w:val="0"/>
              <w:autoSpaceDN w:val="0"/>
              <w:spacing w:line="240" w:lineRule="exact"/>
              <w:ind w:left="113" w:right="113"/>
              <w:rPr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どちらか１つ</w:t>
            </w:r>
          </w:p>
          <w:p w14:paraId="1F74DCB2" w14:textId="77777777" w:rsidR="004325C9" w:rsidRDefault="004325C9" w:rsidP="00B67069">
            <w:pPr>
              <w:autoSpaceDE w:val="0"/>
              <w:autoSpaceDN w:val="0"/>
              <w:spacing w:line="240" w:lineRule="exact"/>
              <w:ind w:left="113" w:right="113"/>
              <w:rPr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ご記入ください</w:t>
            </w:r>
          </w:p>
        </w:tc>
        <w:tc>
          <w:tcPr>
            <w:tcW w:w="39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34CBD" w14:textId="77777777" w:rsidR="004325C9" w:rsidRDefault="004325C9" w:rsidP="00B67069">
            <w:pPr>
              <w:autoSpaceDE w:val="0"/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Ansi="ＭＳ 明朝" w:hint="eastAsia"/>
                <w:szCs w:val="21"/>
              </w:rPr>
              <w:t>金融機関名</w:t>
            </w:r>
          </w:p>
        </w:tc>
        <w:tc>
          <w:tcPr>
            <w:tcW w:w="191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3D1B6" w14:textId="77777777" w:rsidR="004325C9" w:rsidRDefault="004325C9" w:rsidP="00B67069">
            <w:pPr>
              <w:autoSpaceDE w:val="0"/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Ansi="ＭＳ 明朝" w:hint="eastAsia"/>
                <w:szCs w:val="21"/>
              </w:rPr>
              <w:t>支店名</w:t>
            </w:r>
          </w:p>
        </w:tc>
        <w:tc>
          <w:tcPr>
            <w:tcW w:w="9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13843" w14:textId="77777777" w:rsidR="004325C9" w:rsidRDefault="004325C9" w:rsidP="00B67069">
            <w:pPr>
              <w:autoSpaceDE w:val="0"/>
              <w:autoSpaceDN w:val="0"/>
              <w:snapToGrid w:val="0"/>
              <w:jc w:val="center"/>
              <w:rPr>
                <w:szCs w:val="21"/>
              </w:rPr>
            </w:pPr>
            <w:r>
              <w:rPr>
                <w:rFonts w:hAnsi="ＭＳ 明朝" w:hint="eastAsia"/>
                <w:szCs w:val="21"/>
              </w:rPr>
              <w:t>分類</w:t>
            </w:r>
          </w:p>
        </w:tc>
        <w:tc>
          <w:tcPr>
            <w:tcW w:w="1989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85A00" w14:textId="77777777" w:rsidR="004325C9" w:rsidRPr="004325C9" w:rsidRDefault="004325C9" w:rsidP="00B67069">
            <w:pPr>
              <w:autoSpaceDE w:val="0"/>
              <w:autoSpaceDN w:val="0"/>
              <w:snapToGrid w:val="0"/>
              <w:rPr>
                <w:sz w:val="22"/>
                <w:szCs w:val="21"/>
              </w:rPr>
            </w:pPr>
            <w:r w:rsidRPr="004325C9">
              <w:rPr>
                <w:rFonts w:hAnsi="ＭＳ 明朝" w:hint="eastAsia"/>
                <w:sz w:val="22"/>
                <w:szCs w:val="21"/>
              </w:rPr>
              <w:t>口座番号</w:t>
            </w:r>
          </w:p>
          <w:p w14:paraId="47718EE9" w14:textId="77777777" w:rsidR="004325C9" w:rsidRPr="004325C9" w:rsidRDefault="004325C9" w:rsidP="00B67069">
            <w:pPr>
              <w:autoSpaceDE w:val="0"/>
              <w:autoSpaceDN w:val="0"/>
              <w:snapToGrid w:val="0"/>
              <w:rPr>
                <w:sz w:val="22"/>
                <w:szCs w:val="21"/>
              </w:rPr>
            </w:pPr>
            <w:r w:rsidRPr="004325C9">
              <w:rPr>
                <w:rFonts w:hAnsi="ＭＳ 明朝" w:hint="eastAsia"/>
                <w:sz w:val="22"/>
                <w:szCs w:val="21"/>
              </w:rPr>
              <w:t>(右詰めで</w:t>
            </w:r>
          </w:p>
          <w:p w14:paraId="6A846379" w14:textId="77777777" w:rsidR="004325C9" w:rsidRPr="004325C9" w:rsidRDefault="004325C9" w:rsidP="00B67069">
            <w:pPr>
              <w:autoSpaceDE w:val="0"/>
              <w:autoSpaceDN w:val="0"/>
              <w:snapToGrid w:val="0"/>
              <w:rPr>
                <w:rFonts w:hAnsi="ＭＳ 明朝"/>
                <w:sz w:val="22"/>
                <w:szCs w:val="21"/>
              </w:rPr>
            </w:pPr>
            <w:r w:rsidRPr="004325C9">
              <w:rPr>
                <w:rFonts w:hAnsi="ＭＳ 明朝" w:hint="eastAsia"/>
                <w:sz w:val="22"/>
                <w:szCs w:val="21"/>
              </w:rPr>
              <w:t>お書きください)</w:t>
            </w:r>
          </w:p>
        </w:tc>
      </w:tr>
      <w:tr w:rsidR="004325C9" w14:paraId="3EB1C3B8" w14:textId="77777777" w:rsidTr="004325C9">
        <w:trPr>
          <w:trHeight w:val="466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2C71D" w14:textId="77777777" w:rsidR="004325C9" w:rsidRDefault="004325C9" w:rsidP="00B67069">
            <w:pPr>
              <w:widowControl/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39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D786E" w14:textId="77777777" w:rsidR="004325C9" w:rsidRDefault="004325C9" w:rsidP="00B67069">
            <w:pPr>
              <w:widowControl/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91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1E616" w14:textId="77777777" w:rsidR="004325C9" w:rsidRDefault="004325C9" w:rsidP="00B67069">
            <w:pPr>
              <w:widowControl/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9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49078" w14:textId="77777777" w:rsidR="004325C9" w:rsidRDefault="004325C9" w:rsidP="00B67069">
            <w:pPr>
              <w:widowControl/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989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70118" w14:textId="77777777" w:rsidR="004325C9" w:rsidRDefault="004325C9" w:rsidP="00B67069">
            <w:pPr>
              <w:widowControl/>
              <w:autoSpaceDE w:val="0"/>
              <w:autoSpaceDN w:val="0"/>
              <w:jc w:val="left"/>
              <w:rPr>
                <w:rFonts w:hAnsi="ＭＳ 明朝"/>
                <w:sz w:val="21"/>
                <w:szCs w:val="21"/>
              </w:rPr>
            </w:pPr>
          </w:p>
        </w:tc>
      </w:tr>
      <w:tr w:rsidR="004325C9" w14:paraId="0F9FEE3C" w14:textId="77777777" w:rsidTr="004325C9">
        <w:trPr>
          <w:gridAfter w:val="1"/>
          <w:wAfter w:w="6" w:type="dxa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E470E" w14:textId="77777777" w:rsidR="004325C9" w:rsidRDefault="004325C9" w:rsidP="00B67069">
            <w:pPr>
              <w:widowControl/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8BC6D" w14:textId="77777777" w:rsidR="004325C9" w:rsidRDefault="004325C9" w:rsidP="00B67069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Ansi="ＭＳ 明朝" w:hint="eastAsia"/>
                <w:szCs w:val="21"/>
              </w:rPr>
              <w:t>□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815B" w14:textId="77777777" w:rsidR="004325C9" w:rsidRPr="004325C9" w:rsidRDefault="004325C9" w:rsidP="00B67069">
            <w:pPr>
              <w:autoSpaceDE w:val="0"/>
              <w:autoSpaceDN w:val="0"/>
              <w:rPr>
                <w:sz w:val="21"/>
                <w:szCs w:val="21"/>
              </w:rPr>
            </w:pP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C5F4A" w14:textId="77777777" w:rsidR="004325C9" w:rsidRPr="004325C9" w:rsidRDefault="004325C9" w:rsidP="00B67069">
            <w:pPr>
              <w:autoSpaceDE w:val="0"/>
              <w:autoSpaceDN w:val="0"/>
              <w:snapToGrid w:val="0"/>
              <w:rPr>
                <w:sz w:val="21"/>
                <w:szCs w:val="21"/>
              </w:rPr>
            </w:pPr>
            <w:r w:rsidRPr="004325C9">
              <w:rPr>
                <w:rFonts w:hAnsi="ＭＳ 明朝" w:hint="eastAsia"/>
                <w:sz w:val="21"/>
                <w:szCs w:val="21"/>
              </w:rPr>
              <w:t>1.銀行</w:t>
            </w:r>
          </w:p>
          <w:p w14:paraId="2F8094EB" w14:textId="77777777" w:rsidR="004325C9" w:rsidRPr="004325C9" w:rsidRDefault="004325C9" w:rsidP="00B67069">
            <w:pPr>
              <w:autoSpaceDE w:val="0"/>
              <w:autoSpaceDN w:val="0"/>
              <w:snapToGrid w:val="0"/>
              <w:rPr>
                <w:sz w:val="21"/>
                <w:szCs w:val="21"/>
              </w:rPr>
            </w:pPr>
            <w:r w:rsidRPr="004325C9">
              <w:rPr>
                <w:rFonts w:hAnsi="ＭＳ 明朝" w:hint="eastAsia"/>
                <w:sz w:val="21"/>
                <w:szCs w:val="21"/>
              </w:rPr>
              <w:t>2.金庫</w:t>
            </w:r>
          </w:p>
          <w:p w14:paraId="72DDB896" w14:textId="77777777" w:rsidR="004325C9" w:rsidRPr="004325C9" w:rsidRDefault="004325C9" w:rsidP="00B67069">
            <w:pPr>
              <w:autoSpaceDE w:val="0"/>
              <w:autoSpaceDN w:val="0"/>
              <w:snapToGrid w:val="0"/>
              <w:rPr>
                <w:sz w:val="21"/>
                <w:szCs w:val="21"/>
              </w:rPr>
            </w:pPr>
            <w:r w:rsidRPr="004325C9">
              <w:rPr>
                <w:rFonts w:hAnsi="ＭＳ 明朝" w:hint="eastAsia"/>
                <w:sz w:val="21"/>
                <w:szCs w:val="21"/>
              </w:rPr>
              <w:t>3.信組</w:t>
            </w:r>
          </w:p>
          <w:p w14:paraId="3EFF3BB1" w14:textId="77777777" w:rsidR="004325C9" w:rsidRPr="004325C9" w:rsidRDefault="004325C9" w:rsidP="00B67069">
            <w:pPr>
              <w:autoSpaceDE w:val="0"/>
              <w:autoSpaceDN w:val="0"/>
              <w:snapToGrid w:val="0"/>
              <w:rPr>
                <w:sz w:val="21"/>
                <w:szCs w:val="21"/>
              </w:rPr>
            </w:pPr>
            <w:r w:rsidRPr="004325C9">
              <w:rPr>
                <w:rFonts w:hAnsi="ＭＳ 明朝" w:hint="eastAsia"/>
                <w:sz w:val="21"/>
                <w:szCs w:val="21"/>
              </w:rPr>
              <w:t>4.農協</w:t>
            </w:r>
          </w:p>
        </w:tc>
        <w:tc>
          <w:tcPr>
            <w:tcW w:w="19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1D00A" w14:textId="77777777" w:rsidR="004325C9" w:rsidRPr="004325C9" w:rsidRDefault="004325C9" w:rsidP="00B67069">
            <w:pPr>
              <w:autoSpaceDE w:val="0"/>
              <w:autoSpaceDN w:val="0"/>
              <w:snapToGrid w:val="0"/>
              <w:jc w:val="right"/>
              <w:rPr>
                <w:sz w:val="22"/>
                <w:szCs w:val="21"/>
              </w:rPr>
            </w:pPr>
            <w:r w:rsidRPr="004325C9">
              <w:rPr>
                <w:rFonts w:hint="eastAsia"/>
                <w:sz w:val="22"/>
                <w:szCs w:val="21"/>
              </w:rPr>
              <w:t>本・支店</w:t>
            </w:r>
          </w:p>
          <w:p w14:paraId="3AB6E833" w14:textId="77777777" w:rsidR="004325C9" w:rsidRPr="004325C9" w:rsidRDefault="004325C9" w:rsidP="00B67069">
            <w:pPr>
              <w:autoSpaceDE w:val="0"/>
              <w:autoSpaceDN w:val="0"/>
              <w:snapToGrid w:val="0"/>
              <w:jc w:val="right"/>
              <w:rPr>
                <w:sz w:val="22"/>
                <w:szCs w:val="21"/>
              </w:rPr>
            </w:pPr>
            <w:r w:rsidRPr="004325C9">
              <w:rPr>
                <w:rFonts w:hint="eastAsia"/>
                <w:sz w:val="22"/>
                <w:szCs w:val="21"/>
              </w:rPr>
              <w:t>本・支所</w:t>
            </w:r>
          </w:p>
          <w:p w14:paraId="15F6BAD5" w14:textId="77777777" w:rsidR="004325C9" w:rsidRPr="004325C9" w:rsidRDefault="004325C9" w:rsidP="00B67069">
            <w:pPr>
              <w:autoSpaceDE w:val="0"/>
              <w:autoSpaceDN w:val="0"/>
              <w:snapToGrid w:val="0"/>
              <w:jc w:val="right"/>
              <w:rPr>
                <w:sz w:val="22"/>
                <w:szCs w:val="21"/>
              </w:rPr>
            </w:pPr>
            <w:r w:rsidRPr="004325C9">
              <w:rPr>
                <w:rFonts w:hint="eastAsia"/>
                <w:sz w:val="22"/>
                <w:szCs w:val="21"/>
              </w:rPr>
              <w:t>出張所</w:t>
            </w:r>
          </w:p>
        </w:tc>
        <w:tc>
          <w:tcPr>
            <w:tcW w:w="9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29BD" w14:textId="77777777" w:rsidR="004325C9" w:rsidRPr="004325C9" w:rsidRDefault="004325C9" w:rsidP="00B67069">
            <w:pPr>
              <w:autoSpaceDE w:val="0"/>
              <w:autoSpaceDN w:val="0"/>
              <w:snapToGrid w:val="0"/>
              <w:jc w:val="left"/>
              <w:rPr>
                <w:sz w:val="22"/>
                <w:szCs w:val="21"/>
              </w:rPr>
            </w:pPr>
            <w:r w:rsidRPr="004325C9">
              <w:rPr>
                <w:rFonts w:hAnsi="ＭＳ 明朝" w:hint="eastAsia"/>
                <w:sz w:val="22"/>
                <w:szCs w:val="21"/>
              </w:rPr>
              <w:t>1.普通</w:t>
            </w:r>
          </w:p>
          <w:p w14:paraId="44CFFF84" w14:textId="77777777" w:rsidR="004325C9" w:rsidRPr="004325C9" w:rsidRDefault="004325C9" w:rsidP="00B67069">
            <w:pPr>
              <w:autoSpaceDE w:val="0"/>
              <w:autoSpaceDN w:val="0"/>
              <w:snapToGrid w:val="0"/>
              <w:jc w:val="left"/>
              <w:rPr>
                <w:sz w:val="22"/>
                <w:szCs w:val="21"/>
              </w:rPr>
            </w:pPr>
          </w:p>
          <w:p w14:paraId="7A8A4C35" w14:textId="77777777" w:rsidR="004325C9" w:rsidRPr="004325C9" w:rsidRDefault="004325C9" w:rsidP="00B67069">
            <w:pPr>
              <w:autoSpaceDE w:val="0"/>
              <w:autoSpaceDN w:val="0"/>
              <w:snapToGrid w:val="0"/>
              <w:jc w:val="left"/>
              <w:rPr>
                <w:sz w:val="22"/>
                <w:szCs w:val="21"/>
              </w:rPr>
            </w:pPr>
            <w:r w:rsidRPr="004325C9">
              <w:rPr>
                <w:rFonts w:hAnsi="ＭＳ 明朝" w:hint="eastAsia"/>
                <w:sz w:val="22"/>
                <w:szCs w:val="21"/>
              </w:rPr>
              <w:t>2.当座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849E" w14:textId="77777777" w:rsidR="004325C9" w:rsidRPr="004325C9" w:rsidRDefault="004325C9" w:rsidP="00B67069">
            <w:pPr>
              <w:autoSpaceDE w:val="0"/>
              <w:autoSpaceDN w:val="0"/>
              <w:rPr>
                <w:sz w:val="22"/>
                <w:szCs w:val="21"/>
              </w:rPr>
            </w:pPr>
          </w:p>
        </w:tc>
        <w:tc>
          <w:tcPr>
            <w:tcW w:w="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6284" w14:textId="77777777" w:rsidR="004325C9" w:rsidRPr="004325C9" w:rsidRDefault="004325C9" w:rsidP="00B67069">
            <w:pPr>
              <w:autoSpaceDE w:val="0"/>
              <w:autoSpaceDN w:val="0"/>
              <w:rPr>
                <w:sz w:val="22"/>
                <w:szCs w:val="21"/>
              </w:rPr>
            </w:pPr>
          </w:p>
        </w:tc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0F83" w14:textId="77777777" w:rsidR="004325C9" w:rsidRPr="004325C9" w:rsidRDefault="004325C9" w:rsidP="00B67069">
            <w:pPr>
              <w:autoSpaceDE w:val="0"/>
              <w:autoSpaceDN w:val="0"/>
              <w:rPr>
                <w:sz w:val="22"/>
                <w:szCs w:val="21"/>
              </w:rPr>
            </w:pPr>
          </w:p>
        </w:tc>
        <w:tc>
          <w:tcPr>
            <w:tcW w:w="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D8D9" w14:textId="77777777" w:rsidR="004325C9" w:rsidRPr="004325C9" w:rsidRDefault="004325C9" w:rsidP="00B67069">
            <w:pPr>
              <w:autoSpaceDE w:val="0"/>
              <w:autoSpaceDN w:val="0"/>
              <w:rPr>
                <w:sz w:val="22"/>
                <w:szCs w:val="21"/>
              </w:rPr>
            </w:pPr>
          </w:p>
        </w:tc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8E1" w14:textId="77777777" w:rsidR="004325C9" w:rsidRPr="004325C9" w:rsidRDefault="004325C9" w:rsidP="00B67069">
            <w:pPr>
              <w:autoSpaceDE w:val="0"/>
              <w:autoSpaceDN w:val="0"/>
              <w:rPr>
                <w:sz w:val="22"/>
                <w:szCs w:val="21"/>
              </w:rPr>
            </w:pPr>
          </w:p>
        </w:tc>
        <w:tc>
          <w:tcPr>
            <w:tcW w:w="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D6BC" w14:textId="77777777" w:rsidR="004325C9" w:rsidRPr="004325C9" w:rsidRDefault="004325C9" w:rsidP="00B67069">
            <w:pPr>
              <w:autoSpaceDE w:val="0"/>
              <w:autoSpaceDN w:val="0"/>
              <w:rPr>
                <w:sz w:val="22"/>
                <w:szCs w:val="21"/>
              </w:rPr>
            </w:pPr>
          </w:p>
        </w:tc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995A" w14:textId="77777777" w:rsidR="004325C9" w:rsidRPr="004325C9" w:rsidRDefault="004325C9" w:rsidP="00B67069">
            <w:pPr>
              <w:autoSpaceDE w:val="0"/>
              <w:autoSpaceDN w:val="0"/>
              <w:rPr>
                <w:sz w:val="22"/>
                <w:szCs w:val="21"/>
              </w:rPr>
            </w:pPr>
          </w:p>
        </w:tc>
      </w:tr>
      <w:tr w:rsidR="004325C9" w14:paraId="616908E0" w14:textId="77777777" w:rsidTr="001329D2">
        <w:trPr>
          <w:gridAfter w:val="1"/>
          <w:wAfter w:w="6" w:type="dxa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33CA" w14:textId="77777777" w:rsidR="004325C9" w:rsidRDefault="004325C9" w:rsidP="00B67069">
            <w:pPr>
              <w:widowControl/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8482" w14:textId="77777777" w:rsidR="004325C9" w:rsidRDefault="004325C9" w:rsidP="00B67069">
            <w:pPr>
              <w:widowControl/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62494" w14:textId="77777777" w:rsidR="004325C9" w:rsidRPr="004325C9" w:rsidRDefault="004325C9" w:rsidP="00B67069">
            <w:pPr>
              <w:widowControl/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601D5" w14:textId="77777777" w:rsidR="004325C9" w:rsidRPr="004325C9" w:rsidRDefault="004325C9" w:rsidP="00B67069">
            <w:pPr>
              <w:widowControl/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10778" w14:textId="77777777" w:rsidR="004325C9" w:rsidRPr="004325C9" w:rsidRDefault="004325C9" w:rsidP="00B67069">
            <w:pPr>
              <w:autoSpaceDE w:val="0"/>
              <w:autoSpaceDN w:val="0"/>
              <w:rPr>
                <w:sz w:val="22"/>
                <w:szCs w:val="21"/>
              </w:rPr>
            </w:pPr>
            <w:r w:rsidRPr="004325C9">
              <w:rPr>
                <w:rFonts w:hAnsi="ＭＳ 明朝" w:hint="eastAsia"/>
                <w:sz w:val="22"/>
                <w:szCs w:val="21"/>
              </w:rPr>
              <w:t>店番号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5E2F" w14:textId="77777777" w:rsidR="004325C9" w:rsidRPr="004325C9" w:rsidRDefault="004325C9" w:rsidP="00B67069">
            <w:pPr>
              <w:autoSpaceDE w:val="0"/>
              <w:autoSpaceDN w:val="0"/>
              <w:rPr>
                <w:sz w:val="22"/>
                <w:szCs w:val="21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17E0" w14:textId="77777777" w:rsidR="004325C9" w:rsidRPr="004325C9" w:rsidRDefault="004325C9" w:rsidP="00B67069">
            <w:pPr>
              <w:autoSpaceDE w:val="0"/>
              <w:autoSpaceDN w:val="0"/>
              <w:rPr>
                <w:sz w:val="22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CE4F" w14:textId="77777777" w:rsidR="004325C9" w:rsidRPr="004325C9" w:rsidRDefault="004325C9" w:rsidP="00B67069">
            <w:pPr>
              <w:autoSpaceDE w:val="0"/>
              <w:autoSpaceDN w:val="0"/>
              <w:rPr>
                <w:sz w:val="22"/>
                <w:szCs w:val="21"/>
              </w:rPr>
            </w:pPr>
          </w:p>
        </w:tc>
        <w:tc>
          <w:tcPr>
            <w:tcW w:w="9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96FB0" w14:textId="77777777" w:rsidR="004325C9" w:rsidRPr="004325C9" w:rsidRDefault="004325C9" w:rsidP="00B67069">
            <w:pPr>
              <w:widowControl/>
              <w:autoSpaceDE w:val="0"/>
              <w:autoSpaceDN w:val="0"/>
              <w:jc w:val="left"/>
              <w:rPr>
                <w:sz w:val="22"/>
                <w:szCs w:val="21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E753F" w14:textId="77777777" w:rsidR="004325C9" w:rsidRPr="004325C9" w:rsidRDefault="004325C9" w:rsidP="00B67069">
            <w:pPr>
              <w:widowControl/>
              <w:autoSpaceDE w:val="0"/>
              <w:autoSpaceDN w:val="0"/>
              <w:jc w:val="left"/>
              <w:rPr>
                <w:sz w:val="22"/>
                <w:szCs w:val="21"/>
              </w:rPr>
            </w:pPr>
          </w:p>
        </w:tc>
        <w:tc>
          <w:tcPr>
            <w:tcW w:w="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4E894" w14:textId="77777777" w:rsidR="004325C9" w:rsidRPr="004325C9" w:rsidRDefault="004325C9" w:rsidP="00B67069">
            <w:pPr>
              <w:widowControl/>
              <w:autoSpaceDE w:val="0"/>
              <w:autoSpaceDN w:val="0"/>
              <w:jc w:val="left"/>
              <w:rPr>
                <w:sz w:val="22"/>
                <w:szCs w:val="21"/>
              </w:rPr>
            </w:pPr>
          </w:p>
        </w:tc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B1E74" w14:textId="77777777" w:rsidR="004325C9" w:rsidRPr="004325C9" w:rsidRDefault="004325C9" w:rsidP="00B67069">
            <w:pPr>
              <w:widowControl/>
              <w:autoSpaceDE w:val="0"/>
              <w:autoSpaceDN w:val="0"/>
              <w:jc w:val="left"/>
              <w:rPr>
                <w:sz w:val="22"/>
                <w:szCs w:val="21"/>
              </w:rPr>
            </w:pPr>
          </w:p>
        </w:tc>
        <w:tc>
          <w:tcPr>
            <w:tcW w:w="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C13D1" w14:textId="77777777" w:rsidR="004325C9" w:rsidRPr="004325C9" w:rsidRDefault="004325C9" w:rsidP="00B67069">
            <w:pPr>
              <w:widowControl/>
              <w:autoSpaceDE w:val="0"/>
              <w:autoSpaceDN w:val="0"/>
              <w:jc w:val="left"/>
              <w:rPr>
                <w:sz w:val="22"/>
                <w:szCs w:val="21"/>
              </w:rPr>
            </w:pPr>
          </w:p>
        </w:tc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244C" w14:textId="77777777" w:rsidR="004325C9" w:rsidRPr="004325C9" w:rsidRDefault="004325C9" w:rsidP="00B67069">
            <w:pPr>
              <w:widowControl/>
              <w:autoSpaceDE w:val="0"/>
              <w:autoSpaceDN w:val="0"/>
              <w:jc w:val="left"/>
              <w:rPr>
                <w:sz w:val="22"/>
                <w:szCs w:val="21"/>
              </w:rPr>
            </w:pPr>
          </w:p>
        </w:tc>
        <w:tc>
          <w:tcPr>
            <w:tcW w:w="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5C9D" w14:textId="77777777" w:rsidR="004325C9" w:rsidRPr="004325C9" w:rsidRDefault="004325C9" w:rsidP="00B67069">
            <w:pPr>
              <w:widowControl/>
              <w:autoSpaceDE w:val="0"/>
              <w:autoSpaceDN w:val="0"/>
              <w:jc w:val="left"/>
              <w:rPr>
                <w:sz w:val="22"/>
                <w:szCs w:val="21"/>
              </w:rPr>
            </w:pPr>
          </w:p>
        </w:tc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FC72E" w14:textId="77777777" w:rsidR="004325C9" w:rsidRPr="004325C9" w:rsidRDefault="004325C9" w:rsidP="00B67069">
            <w:pPr>
              <w:widowControl/>
              <w:autoSpaceDE w:val="0"/>
              <w:autoSpaceDN w:val="0"/>
              <w:jc w:val="left"/>
              <w:rPr>
                <w:sz w:val="22"/>
                <w:szCs w:val="21"/>
              </w:rPr>
            </w:pPr>
          </w:p>
        </w:tc>
      </w:tr>
      <w:tr w:rsidR="004325C9" w14:paraId="6BD4224F" w14:textId="77777777" w:rsidTr="001329D2">
        <w:trPr>
          <w:gridAfter w:val="1"/>
          <w:wAfter w:w="6" w:type="dxa"/>
        </w:trPr>
        <w:tc>
          <w:tcPr>
            <w:tcW w:w="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5910" w14:textId="77777777" w:rsidR="004325C9" w:rsidRDefault="004325C9" w:rsidP="00B67069">
            <w:pPr>
              <w:widowControl/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36C90" w14:textId="77777777" w:rsidR="004325C9" w:rsidRDefault="004325C9" w:rsidP="00B67069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Ansi="ＭＳ 明朝" w:hint="eastAsia"/>
                <w:szCs w:val="21"/>
              </w:rPr>
              <w:t>□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C188" w14:textId="77777777" w:rsidR="004325C9" w:rsidRPr="004325C9" w:rsidRDefault="004325C9" w:rsidP="00B67069">
            <w:pPr>
              <w:autoSpaceDE w:val="0"/>
              <w:autoSpaceDN w:val="0"/>
              <w:rPr>
                <w:sz w:val="21"/>
                <w:szCs w:val="21"/>
              </w:rPr>
            </w:pPr>
            <w:r w:rsidRPr="004325C9">
              <w:rPr>
                <w:rFonts w:hAnsi="ＭＳ 明朝" w:hint="eastAsia"/>
                <w:sz w:val="21"/>
                <w:szCs w:val="21"/>
              </w:rPr>
              <w:t>ゆうちょ銀行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437D" w14:textId="77777777" w:rsidR="004325C9" w:rsidRPr="004325C9" w:rsidRDefault="004325C9" w:rsidP="00B67069">
            <w:pPr>
              <w:autoSpaceDE w:val="0"/>
              <w:autoSpaceDN w:val="0"/>
              <w:jc w:val="left"/>
              <w:rPr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通帳記号・</w:t>
            </w:r>
            <w:r w:rsidRPr="004325C9">
              <w:rPr>
                <w:rFonts w:hAnsi="ＭＳ 明朝" w:hint="eastAsia"/>
                <w:sz w:val="21"/>
                <w:szCs w:val="21"/>
              </w:rPr>
              <w:t>番号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FE61" w14:textId="77777777" w:rsidR="004325C9" w:rsidRPr="004325C9" w:rsidRDefault="004325C9" w:rsidP="00B67069">
            <w:pPr>
              <w:autoSpaceDE w:val="0"/>
              <w:autoSpaceDN w:val="0"/>
              <w:rPr>
                <w:sz w:val="22"/>
                <w:szCs w:val="21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C5A1" w14:textId="77777777" w:rsidR="004325C9" w:rsidRPr="004325C9" w:rsidRDefault="004325C9" w:rsidP="00B67069">
            <w:pPr>
              <w:autoSpaceDE w:val="0"/>
              <w:autoSpaceDN w:val="0"/>
              <w:rPr>
                <w:sz w:val="22"/>
                <w:szCs w:val="21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64A9" w14:textId="77777777" w:rsidR="004325C9" w:rsidRPr="004325C9" w:rsidRDefault="004325C9" w:rsidP="00B67069">
            <w:pPr>
              <w:autoSpaceDE w:val="0"/>
              <w:autoSpaceDN w:val="0"/>
              <w:rPr>
                <w:sz w:val="22"/>
                <w:szCs w:val="21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A9EB" w14:textId="77777777" w:rsidR="004325C9" w:rsidRPr="004325C9" w:rsidRDefault="004325C9" w:rsidP="00B67069">
            <w:pPr>
              <w:autoSpaceDE w:val="0"/>
              <w:autoSpaceDN w:val="0"/>
              <w:rPr>
                <w:sz w:val="22"/>
                <w:szCs w:val="21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88665" w14:textId="77777777" w:rsidR="004325C9" w:rsidRPr="004325C9" w:rsidRDefault="004325C9" w:rsidP="00B67069">
            <w:pPr>
              <w:autoSpaceDE w:val="0"/>
              <w:autoSpaceDN w:val="0"/>
              <w:rPr>
                <w:sz w:val="22"/>
                <w:szCs w:val="21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8AB5B" w14:textId="77777777" w:rsidR="004325C9" w:rsidRPr="004325C9" w:rsidRDefault="004325C9" w:rsidP="00B67069">
            <w:pPr>
              <w:autoSpaceDE w:val="0"/>
              <w:autoSpaceDN w:val="0"/>
              <w:jc w:val="center"/>
              <w:rPr>
                <w:sz w:val="22"/>
                <w:szCs w:val="21"/>
              </w:rPr>
            </w:pPr>
            <w:r w:rsidRPr="004325C9">
              <w:rPr>
                <w:rFonts w:hAnsi="ＭＳ 明朝" w:hint="eastAsia"/>
                <w:sz w:val="22"/>
                <w:szCs w:val="21"/>
              </w:rPr>
              <w:t>の</w:t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93A8" w14:textId="77777777" w:rsidR="004325C9" w:rsidRPr="004325C9" w:rsidRDefault="004325C9" w:rsidP="00B67069">
            <w:pPr>
              <w:autoSpaceDE w:val="0"/>
              <w:autoSpaceDN w:val="0"/>
              <w:rPr>
                <w:sz w:val="22"/>
                <w:szCs w:val="21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6674" w14:textId="77777777" w:rsidR="004325C9" w:rsidRPr="004325C9" w:rsidRDefault="004325C9" w:rsidP="00B67069">
            <w:pPr>
              <w:autoSpaceDE w:val="0"/>
              <w:autoSpaceDN w:val="0"/>
              <w:rPr>
                <w:sz w:val="22"/>
                <w:szCs w:val="21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2427D" w14:textId="77777777" w:rsidR="004325C9" w:rsidRPr="004325C9" w:rsidRDefault="004325C9" w:rsidP="00B67069">
            <w:pPr>
              <w:tabs>
                <w:tab w:val="left" w:pos="885"/>
              </w:tabs>
              <w:autoSpaceDE w:val="0"/>
              <w:autoSpaceDN w:val="0"/>
              <w:rPr>
                <w:sz w:val="22"/>
                <w:szCs w:val="21"/>
              </w:rPr>
            </w:pPr>
            <w:r w:rsidRPr="004325C9">
              <w:rPr>
                <w:rFonts w:hint="eastAsia"/>
                <w:sz w:val="22"/>
                <w:szCs w:val="21"/>
              </w:rPr>
              <w:tab/>
            </w: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80C9" w14:textId="77777777" w:rsidR="004325C9" w:rsidRPr="004325C9" w:rsidRDefault="004325C9" w:rsidP="00B67069">
            <w:pPr>
              <w:tabs>
                <w:tab w:val="left" w:pos="885"/>
              </w:tabs>
              <w:autoSpaceDE w:val="0"/>
              <w:autoSpaceDN w:val="0"/>
              <w:rPr>
                <w:sz w:val="22"/>
                <w:szCs w:val="21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294E2" w14:textId="77777777" w:rsidR="004325C9" w:rsidRPr="004325C9" w:rsidRDefault="004325C9" w:rsidP="00B67069">
            <w:pPr>
              <w:tabs>
                <w:tab w:val="left" w:pos="885"/>
              </w:tabs>
              <w:autoSpaceDE w:val="0"/>
              <w:autoSpaceDN w:val="0"/>
              <w:rPr>
                <w:sz w:val="22"/>
                <w:szCs w:val="21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713B" w14:textId="77777777" w:rsidR="004325C9" w:rsidRPr="004325C9" w:rsidRDefault="004325C9" w:rsidP="00B67069">
            <w:pPr>
              <w:tabs>
                <w:tab w:val="left" w:pos="885"/>
              </w:tabs>
              <w:autoSpaceDE w:val="0"/>
              <w:autoSpaceDN w:val="0"/>
              <w:rPr>
                <w:sz w:val="22"/>
                <w:szCs w:val="21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290B7" w14:textId="77777777" w:rsidR="004325C9" w:rsidRPr="004325C9" w:rsidRDefault="004325C9" w:rsidP="00B67069">
            <w:pPr>
              <w:tabs>
                <w:tab w:val="left" w:pos="885"/>
              </w:tabs>
              <w:autoSpaceDE w:val="0"/>
              <w:autoSpaceDN w:val="0"/>
              <w:rPr>
                <w:sz w:val="22"/>
                <w:szCs w:val="21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A3BB" w14:textId="77777777" w:rsidR="004325C9" w:rsidRPr="004325C9" w:rsidRDefault="004325C9" w:rsidP="00B67069">
            <w:pPr>
              <w:tabs>
                <w:tab w:val="left" w:pos="885"/>
              </w:tabs>
              <w:autoSpaceDE w:val="0"/>
              <w:autoSpaceDN w:val="0"/>
              <w:rPr>
                <w:sz w:val="22"/>
                <w:szCs w:val="21"/>
              </w:rPr>
            </w:pPr>
          </w:p>
        </w:tc>
      </w:tr>
    </w:tbl>
    <w:p w14:paraId="443527AF" w14:textId="77777777" w:rsidR="004325C9" w:rsidRDefault="004325C9" w:rsidP="00B67069">
      <w:pPr>
        <w:autoSpaceDE w:val="0"/>
        <w:autoSpaceDN w:val="0"/>
        <w:snapToGrid w:val="0"/>
        <w:ind w:left="221" w:hangingChars="100" w:hanging="221"/>
        <w:rPr>
          <w:sz w:val="21"/>
          <w:szCs w:val="21"/>
        </w:rPr>
      </w:pPr>
    </w:p>
    <w:tbl>
      <w:tblPr>
        <w:tblW w:w="9467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0"/>
        <w:gridCol w:w="1774"/>
        <w:gridCol w:w="6173"/>
      </w:tblGrid>
      <w:tr w:rsidR="004325C9" w14:paraId="3F86B1E7" w14:textId="77777777" w:rsidTr="004325C9">
        <w:trPr>
          <w:trHeight w:val="241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04F7F" w14:textId="77777777" w:rsidR="004325C9" w:rsidRDefault="004325C9" w:rsidP="00B67069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Ansi="ＭＳ 明朝" w:hint="eastAsia"/>
                <w:szCs w:val="21"/>
              </w:rPr>
              <w:t>口座名義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9CB2" w14:textId="77777777" w:rsidR="004325C9" w:rsidRDefault="004325C9" w:rsidP="00B67069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Ansi="ＭＳ 明朝" w:hint="eastAsia"/>
                <w:szCs w:val="21"/>
              </w:rPr>
              <w:t>フリガナ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1F2C" w14:textId="77777777" w:rsidR="004325C9" w:rsidRDefault="004325C9" w:rsidP="00B67069">
            <w:pPr>
              <w:autoSpaceDE w:val="0"/>
              <w:autoSpaceDN w:val="0"/>
              <w:rPr>
                <w:szCs w:val="21"/>
              </w:rPr>
            </w:pPr>
          </w:p>
        </w:tc>
      </w:tr>
      <w:tr w:rsidR="004325C9" w14:paraId="796E0491" w14:textId="77777777" w:rsidTr="004325C9">
        <w:trPr>
          <w:trHeight w:val="5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B95F" w14:textId="77777777" w:rsidR="004325C9" w:rsidRDefault="004325C9" w:rsidP="00B67069">
            <w:pPr>
              <w:widowControl/>
              <w:autoSpaceDE w:val="0"/>
              <w:autoSpaceDN w:val="0"/>
              <w:jc w:val="left"/>
              <w:rPr>
                <w:sz w:val="21"/>
                <w:szCs w:val="21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B2BCE" w14:textId="77777777" w:rsidR="004325C9" w:rsidRDefault="004325C9" w:rsidP="00B67069">
            <w:pPr>
              <w:autoSpaceDE w:val="0"/>
              <w:autoSpaceDN w:val="0"/>
              <w:jc w:val="center"/>
              <w:rPr>
                <w:szCs w:val="21"/>
              </w:rPr>
            </w:pPr>
            <w:r>
              <w:rPr>
                <w:rFonts w:hAnsi="ＭＳ 明朝" w:hint="eastAsia"/>
                <w:szCs w:val="21"/>
              </w:rPr>
              <w:t>氏名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63D0" w14:textId="77777777" w:rsidR="004325C9" w:rsidRDefault="004325C9" w:rsidP="00B67069">
            <w:pPr>
              <w:autoSpaceDE w:val="0"/>
              <w:autoSpaceDN w:val="0"/>
              <w:rPr>
                <w:szCs w:val="21"/>
              </w:rPr>
            </w:pPr>
          </w:p>
        </w:tc>
      </w:tr>
    </w:tbl>
    <w:p w14:paraId="0CB21EFF" w14:textId="77777777" w:rsidR="004325C9" w:rsidRDefault="004325C9" w:rsidP="00B67069">
      <w:pPr>
        <w:autoSpaceDE w:val="0"/>
        <w:autoSpaceDN w:val="0"/>
        <w:ind w:left="251" w:hangingChars="100" w:hanging="251"/>
        <w:rPr>
          <w:szCs w:val="21"/>
        </w:rPr>
      </w:pPr>
    </w:p>
    <w:p w14:paraId="285BDAE7" w14:textId="77777777" w:rsidR="004325C9" w:rsidRDefault="004325C9" w:rsidP="00B67069">
      <w:pPr>
        <w:autoSpaceDE w:val="0"/>
        <w:autoSpaceDN w:val="0"/>
        <w:snapToGrid w:val="0"/>
        <w:ind w:left="251" w:hangingChars="100" w:hanging="251"/>
        <w:rPr>
          <w:szCs w:val="21"/>
        </w:rPr>
      </w:pPr>
      <w:r>
        <w:rPr>
          <w:rFonts w:hAnsi="ＭＳ 明朝" w:hint="eastAsia"/>
          <w:szCs w:val="21"/>
        </w:rPr>
        <w:t>※口座名義人が補助事業者と異なるときは、補助事業者は下記に署名をお願いします。</w:t>
      </w:r>
    </w:p>
    <w:p w14:paraId="66E9A795" w14:textId="77777777" w:rsidR="004325C9" w:rsidRDefault="004325C9" w:rsidP="00B67069">
      <w:pPr>
        <w:autoSpaceDE w:val="0"/>
        <w:autoSpaceDN w:val="0"/>
        <w:snapToGrid w:val="0"/>
        <w:rPr>
          <w:szCs w:val="21"/>
        </w:rPr>
      </w:pPr>
    </w:p>
    <w:p w14:paraId="2CCEECE6" w14:textId="77777777" w:rsidR="004325C9" w:rsidRDefault="004325C9" w:rsidP="00B67069">
      <w:pPr>
        <w:autoSpaceDE w:val="0"/>
        <w:autoSpaceDN w:val="0"/>
        <w:snapToGrid w:val="0"/>
        <w:ind w:firstLineChars="100" w:firstLine="251"/>
        <w:rPr>
          <w:szCs w:val="21"/>
        </w:rPr>
      </w:pPr>
      <w:r>
        <w:rPr>
          <w:rFonts w:hAnsi="ＭＳ 明朝" w:hint="eastAsia"/>
          <w:szCs w:val="21"/>
        </w:rPr>
        <w:t>私(補助事業者)は、上記の者（口座名義人）を補助金受領の代理人と定め、上記の請求にかかる補助金の受領に関して委任いたします。</w:t>
      </w:r>
    </w:p>
    <w:p w14:paraId="1963115E" w14:textId="77777777" w:rsidR="004325C9" w:rsidRDefault="004325C9" w:rsidP="00B67069">
      <w:pPr>
        <w:autoSpaceDE w:val="0"/>
        <w:autoSpaceDN w:val="0"/>
        <w:ind w:leftChars="100" w:left="251"/>
        <w:rPr>
          <w:szCs w:val="21"/>
        </w:rPr>
      </w:pPr>
    </w:p>
    <w:p w14:paraId="089E0683" w14:textId="77777777" w:rsidR="004325C9" w:rsidRDefault="004325C9" w:rsidP="00B67069">
      <w:pPr>
        <w:autoSpaceDE w:val="0"/>
        <w:autoSpaceDN w:val="0"/>
        <w:snapToGrid w:val="0"/>
        <w:ind w:leftChars="100" w:left="251"/>
        <w:rPr>
          <w:szCs w:val="21"/>
        </w:rPr>
      </w:pPr>
      <w:r>
        <w:rPr>
          <w:rFonts w:hAnsi="ＭＳ 明朝" w:hint="eastAsia"/>
          <w:szCs w:val="21"/>
        </w:rPr>
        <w:t>署名（補助事業者）</w:t>
      </w:r>
    </w:p>
    <w:p w14:paraId="316C8E62" w14:textId="77777777" w:rsidR="004325C9" w:rsidRDefault="004325C9" w:rsidP="00B67069">
      <w:pPr>
        <w:autoSpaceDE w:val="0"/>
        <w:autoSpaceDN w:val="0"/>
        <w:snapToGrid w:val="0"/>
        <w:ind w:leftChars="300" w:left="753"/>
        <w:rPr>
          <w:szCs w:val="21"/>
        </w:rPr>
      </w:pPr>
      <w:r>
        <w:rPr>
          <w:rFonts w:hAnsi="ＭＳ 明朝" w:hint="eastAsia"/>
          <w:szCs w:val="21"/>
        </w:rPr>
        <w:t>住　所</w:t>
      </w:r>
    </w:p>
    <w:p w14:paraId="2C9F0152" w14:textId="77777777" w:rsidR="004325C9" w:rsidRDefault="004325C9" w:rsidP="00B67069">
      <w:pPr>
        <w:autoSpaceDE w:val="0"/>
        <w:autoSpaceDN w:val="0"/>
        <w:snapToGrid w:val="0"/>
        <w:ind w:leftChars="300" w:left="753"/>
        <w:rPr>
          <w:szCs w:val="21"/>
        </w:rPr>
      </w:pPr>
      <w:r>
        <w:rPr>
          <w:rFonts w:hAnsi="ＭＳ 明朝" w:hint="eastAsia"/>
          <w:szCs w:val="21"/>
        </w:rPr>
        <w:t>氏　名　　　　　　　　　　　　　　　　　（※）</w:t>
      </w:r>
    </w:p>
    <w:p w14:paraId="6B0277B6" w14:textId="77777777" w:rsidR="004325C9" w:rsidRDefault="004325C9" w:rsidP="00B67069">
      <w:pPr>
        <w:autoSpaceDE w:val="0"/>
        <w:autoSpaceDN w:val="0"/>
        <w:snapToGrid w:val="0"/>
        <w:ind w:leftChars="300" w:left="753"/>
        <w:rPr>
          <w:sz w:val="16"/>
          <w:szCs w:val="16"/>
        </w:rPr>
      </w:pPr>
      <w:r>
        <w:rPr>
          <w:rFonts w:hAnsi="ＭＳ 明朝" w:hint="eastAsia"/>
          <w:szCs w:val="21"/>
        </w:rPr>
        <w:t xml:space="preserve">　　　</w:t>
      </w:r>
      <w:r>
        <w:rPr>
          <w:rFonts w:hAnsi="ＭＳ 明朝" w:hint="eastAsia"/>
          <w:sz w:val="16"/>
          <w:szCs w:val="16"/>
        </w:rPr>
        <w:t>(※)本人が自署しないときは、押印してください。</w:t>
      </w:r>
    </w:p>
    <w:p w14:paraId="46E9F78B" w14:textId="77777777" w:rsidR="00432DF8" w:rsidRDefault="00AF0AB0" w:rsidP="00B67069">
      <w:pPr>
        <w:autoSpaceDE w:val="0"/>
        <w:autoSpaceDN w:val="0"/>
        <w:adjustRightInd w:val="0"/>
        <w:spacing w:line="296" w:lineRule="atLeast"/>
        <w:rPr>
          <w:rFonts w:hAnsi="ＭＳ 明朝" w:cs="ＭＳ ゴシック"/>
          <w:color w:val="000000"/>
          <w:kern w:val="0"/>
          <w:szCs w:val="21"/>
        </w:rPr>
      </w:pPr>
      <w:r>
        <w:rPr>
          <w:rFonts w:hAnsi="ＭＳ 明朝" w:cs="ＭＳ ゴシック"/>
          <w:color w:val="000000"/>
          <w:kern w:val="0"/>
          <w:szCs w:val="21"/>
        </w:rPr>
        <w:t xml:space="preserve"> </w:t>
      </w:r>
    </w:p>
    <w:sectPr w:rsidR="00432DF8" w:rsidSect="002C13E1">
      <w:pgSz w:w="11906" w:h="16838" w:code="9"/>
      <w:pgMar w:top="851" w:right="964" w:bottom="851" w:left="964" w:header="567" w:footer="567" w:gutter="0"/>
      <w:cols w:space="425"/>
      <w:docGrid w:type="linesAndChars" w:linePitch="466" w:charSpace="22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7BD3D" w14:textId="77777777" w:rsidR="003242F5" w:rsidRDefault="003242F5" w:rsidP="002021C9">
      <w:r>
        <w:separator/>
      </w:r>
    </w:p>
  </w:endnote>
  <w:endnote w:type="continuationSeparator" w:id="0">
    <w:p w14:paraId="59C55003" w14:textId="77777777" w:rsidR="003242F5" w:rsidRDefault="003242F5" w:rsidP="00202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83106" w14:textId="77777777" w:rsidR="003242F5" w:rsidRDefault="003242F5" w:rsidP="002021C9">
      <w:r>
        <w:separator/>
      </w:r>
    </w:p>
  </w:footnote>
  <w:footnote w:type="continuationSeparator" w:id="0">
    <w:p w14:paraId="75A9FC51" w14:textId="77777777" w:rsidR="003242F5" w:rsidRDefault="003242F5" w:rsidP="002021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defaultTabStop w:val="840"/>
  <w:drawingGridHorizontalSpacing w:val="251"/>
  <w:drawingGridVerticalSpacing w:val="233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1B8"/>
    <w:rsid w:val="00014F84"/>
    <w:rsid w:val="0002238A"/>
    <w:rsid w:val="000320AA"/>
    <w:rsid w:val="000359E8"/>
    <w:rsid w:val="00050272"/>
    <w:rsid w:val="0007064B"/>
    <w:rsid w:val="0007278B"/>
    <w:rsid w:val="000819BD"/>
    <w:rsid w:val="000D55AF"/>
    <w:rsid w:val="000F1D43"/>
    <w:rsid w:val="001329D2"/>
    <w:rsid w:val="00133C34"/>
    <w:rsid w:val="00185387"/>
    <w:rsid w:val="001866EF"/>
    <w:rsid w:val="001968C1"/>
    <w:rsid w:val="001D56F1"/>
    <w:rsid w:val="001D7174"/>
    <w:rsid w:val="001F238C"/>
    <w:rsid w:val="001F2490"/>
    <w:rsid w:val="001F6F4E"/>
    <w:rsid w:val="002021C9"/>
    <w:rsid w:val="002342B5"/>
    <w:rsid w:val="002509C2"/>
    <w:rsid w:val="00275E7C"/>
    <w:rsid w:val="002A1E75"/>
    <w:rsid w:val="002A1FB7"/>
    <w:rsid w:val="002C13E1"/>
    <w:rsid w:val="003242F5"/>
    <w:rsid w:val="00353E64"/>
    <w:rsid w:val="00361C1B"/>
    <w:rsid w:val="00366936"/>
    <w:rsid w:val="00370CA2"/>
    <w:rsid w:val="00395DD2"/>
    <w:rsid w:val="003C452A"/>
    <w:rsid w:val="003E079C"/>
    <w:rsid w:val="003E6F9E"/>
    <w:rsid w:val="003F6F4D"/>
    <w:rsid w:val="004038A4"/>
    <w:rsid w:val="004065D9"/>
    <w:rsid w:val="00413CA0"/>
    <w:rsid w:val="004325C9"/>
    <w:rsid w:val="00432DF8"/>
    <w:rsid w:val="004421B8"/>
    <w:rsid w:val="004720FF"/>
    <w:rsid w:val="00473258"/>
    <w:rsid w:val="00474DF8"/>
    <w:rsid w:val="004C3D13"/>
    <w:rsid w:val="004F1543"/>
    <w:rsid w:val="005226CC"/>
    <w:rsid w:val="00524403"/>
    <w:rsid w:val="00524A16"/>
    <w:rsid w:val="005948AD"/>
    <w:rsid w:val="005C6448"/>
    <w:rsid w:val="00610670"/>
    <w:rsid w:val="00614C4C"/>
    <w:rsid w:val="00663D46"/>
    <w:rsid w:val="00677741"/>
    <w:rsid w:val="00680F47"/>
    <w:rsid w:val="00696554"/>
    <w:rsid w:val="006C3802"/>
    <w:rsid w:val="006C6597"/>
    <w:rsid w:val="006D4A13"/>
    <w:rsid w:val="006D7992"/>
    <w:rsid w:val="006E01A0"/>
    <w:rsid w:val="006F6E75"/>
    <w:rsid w:val="00707D03"/>
    <w:rsid w:val="00715FB7"/>
    <w:rsid w:val="007358AC"/>
    <w:rsid w:val="00747857"/>
    <w:rsid w:val="00784B39"/>
    <w:rsid w:val="00791E4A"/>
    <w:rsid w:val="00796EF6"/>
    <w:rsid w:val="00797B6D"/>
    <w:rsid w:val="007A3BB3"/>
    <w:rsid w:val="007B41A2"/>
    <w:rsid w:val="007B6831"/>
    <w:rsid w:val="007B721E"/>
    <w:rsid w:val="007D072C"/>
    <w:rsid w:val="007D4E95"/>
    <w:rsid w:val="00801989"/>
    <w:rsid w:val="008037ED"/>
    <w:rsid w:val="0080717A"/>
    <w:rsid w:val="00823C12"/>
    <w:rsid w:val="00827C0B"/>
    <w:rsid w:val="00851459"/>
    <w:rsid w:val="00871DC9"/>
    <w:rsid w:val="00882BB4"/>
    <w:rsid w:val="008A04C3"/>
    <w:rsid w:val="008D6786"/>
    <w:rsid w:val="008E64AF"/>
    <w:rsid w:val="00917015"/>
    <w:rsid w:val="0092704C"/>
    <w:rsid w:val="009B5AFD"/>
    <w:rsid w:val="009F63AB"/>
    <w:rsid w:val="00A05F7D"/>
    <w:rsid w:val="00A4482E"/>
    <w:rsid w:val="00A51B50"/>
    <w:rsid w:val="00AA5939"/>
    <w:rsid w:val="00AC57F2"/>
    <w:rsid w:val="00AD1156"/>
    <w:rsid w:val="00AE435B"/>
    <w:rsid w:val="00AE4E7F"/>
    <w:rsid w:val="00AF0AB0"/>
    <w:rsid w:val="00B405EA"/>
    <w:rsid w:val="00B46442"/>
    <w:rsid w:val="00B5703A"/>
    <w:rsid w:val="00B67069"/>
    <w:rsid w:val="00B71195"/>
    <w:rsid w:val="00B92947"/>
    <w:rsid w:val="00BA2408"/>
    <w:rsid w:val="00BB1521"/>
    <w:rsid w:val="00BB50A4"/>
    <w:rsid w:val="00BC4761"/>
    <w:rsid w:val="00BD56D8"/>
    <w:rsid w:val="00BD6725"/>
    <w:rsid w:val="00C06BED"/>
    <w:rsid w:val="00C25983"/>
    <w:rsid w:val="00C6242D"/>
    <w:rsid w:val="00C66123"/>
    <w:rsid w:val="00C70E97"/>
    <w:rsid w:val="00C77117"/>
    <w:rsid w:val="00CC2869"/>
    <w:rsid w:val="00CD16F4"/>
    <w:rsid w:val="00CF0C83"/>
    <w:rsid w:val="00CF160D"/>
    <w:rsid w:val="00D0529F"/>
    <w:rsid w:val="00D064F9"/>
    <w:rsid w:val="00D54445"/>
    <w:rsid w:val="00D54DF1"/>
    <w:rsid w:val="00D77DB5"/>
    <w:rsid w:val="00DA1DC2"/>
    <w:rsid w:val="00DA35CC"/>
    <w:rsid w:val="00DB5554"/>
    <w:rsid w:val="00DB573F"/>
    <w:rsid w:val="00DC402D"/>
    <w:rsid w:val="00DC5168"/>
    <w:rsid w:val="00DC6407"/>
    <w:rsid w:val="00E027DF"/>
    <w:rsid w:val="00E06C19"/>
    <w:rsid w:val="00E1156C"/>
    <w:rsid w:val="00E11619"/>
    <w:rsid w:val="00E245A7"/>
    <w:rsid w:val="00E50D0D"/>
    <w:rsid w:val="00E67EB0"/>
    <w:rsid w:val="00E705B3"/>
    <w:rsid w:val="00E70ACB"/>
    <w:rsid w:val="00E76B0B"/>
    <w:rsid w:val="00E9403A"/>
    <w:rsid w:val="00E9784A"/>
    <w:rsid w:val="00EB2A6C"/>
    <w:rsid w:val="00ED0559"/>
    <w:rsid w:val="00ED06D4"/>
    <w:rsid w:val="00EE19E9"/>
    <w:rsid w:val="00EE5016"/>
    <w:rsid w:val="00F0573E"/>
    <w:rsid w:val="00F1560B"/>
    <w:rsid w:val="00F31A32"/>
    <w:rsid w:val="00F36C68"/>
    <w:rsid w:val="00F36E79"/>
    <w:rsid w:val="00F4305D"/>
    <w:rsid w:val="00F43D18"/>
    <w:rsid w:val="00F529A3"/>
    <w:rsid w:val="00F71948"/>
    <w:rsid w:val="00FA4FD0"/>
    <w:rsid w:val="00FB08B1"/>
    <w:rsid w:val="00FB71EC"/>
    <w:rsid w:val="00FC35C4"/>
    <w:rsid w:val="00FD2E01"/>
    <w:rsid w:val="00FD5954"/>
    <w:rsid w:val="00FD7367"/>
    <w:rsid w:val="00FE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F8622"/>
  <w15:docId w15:val="{257DB0C0-8955-4EF1-ADA1-57C251D9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2DF8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21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21C9"/>
    <w:rPr>
      <w:rFonts w:ascii="ＭＳ 明朝"/>
      <w:kern w:val="2"/>
      <w:sz w:val="24"/>
      <w:szCs w:val="22"/>
    </w:rPr>
  </w:style>
  <w:style w:type="paragraph" w:styleId="a5">
    <w:name w:val="footer"/>
    <w:basedOn w:val="a"/>
    <w:link w:val="a6"/>
    <w:uiPriority w:val="99"/>
    <w:unhideWhenUsed/>
    <w:rsid w:val="002021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21C9"/>
    <w:rPr>
      <w:rFonts w:ascii="ＭＳ 明朝"/>
      <w:kern w:val="2"/>
      <w:sz w:val="24"/>
      <w:szCs w:val="22"/>
    </w:rPr>
  </w:style>
  <w:style w:type="table" w:styleId="a7">
    <w:name w:val="Table Grid"/>
    <w:basedOn w:val="a1"/>
    <w:uiPriority w:val="59"/>
    <w:rsid w:val="007B68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7B6831"/>
    <w:pPr>
      <w:widowControl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052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052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25654\AppData\Roaming\Microsoft\Templates\&#20363;&#35215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39BF1-AEAB-446A-B2F8-B1CED0C2B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例規.dotx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水野 克己</dc:creator>
  <cp:lastModifiedBy>user</cp:lastModifiedBy>
  <cp:revision>2</cp:revision>
  <cp:lastPrinted>2022-12-28T06:51:00Z</cp:lastPrinted>
  <dcterms:created xsi:type="dcterms:W3CDTF">2023-02-25T03:26:00Z</dcterms:created>
  <dcterms:modified xsi:type="dcterms:W3CDTF">2023-02-25T03:26:00Z</dcterms:modified>
</cp:coreProperties>
</file>